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684006" w:rsidP="00A40038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VĚTROLAM V1 HŮRKA v k. ú. uherský brod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57170" w:rsidP="000C5AE1">
            <w:pPr>
              <w:rPr>
                <w:szCs w:val="20"/>
              </w:rPr>
            </w:pPr>
            <w:r>
              <w:t>Ing. Miroslav Polášek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F6E71" w:rsidP="00A1677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A1677F">
              <w:rPr>
                <w:szCs w:val="20"/>
              </w:rPr>
              <w:t>Taťána Štěpančíková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EB3D5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</w:t>
            </w:r>
            <w:r w:rsidR="00A1677F">
              <w:rPr>
                <w:szCs w:val="20"/>
              </w:rPr>
              <w:t>37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A1677F" w:rsidP="00A1677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tatana.stepancikova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4B10F4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B10F4">
              <w:rPr>
                <w:highlight w:val="yellow"/>
              </w:rPr>
              <w:instrText xml:space="preserve"> FORMTEXT </w:instrText>
            </w:r>
            <w:r w:rsidRPr="004B10F4">
              <w:rPr>
                <w:highlight w:val="yellow"/>
              </w:rPr>
            </w:r>
            <w:r w:rsidRPr="004B10F4">
              <w:rPr>
                <w:highlight w:val="yellow"/>
              </w:rPr>
              <w:fldChar w:fldCharType="separate"/>
            </w:r>
            <w:r w:rsidRPr="004B10F4">
              <w:rPr>
                <w:noProof/>
                <w:highlight w:val="yellow"/>
              </w:rPr>
              <w:t>..........................</w:t>
            </w:r>
            <w:r w:rsidRPr="004B10F4">
              <w:rPr>
                <w:highlight w:val="yellow"/>
              </w:rPr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02D72"/>
    <w:rsid w:val="00016E4E"/>
    <w:rsid w:val="00017182"/>
    <w:rsid w:val="00025AE0"/>
    <w:rsid w:val="00051F86"/>
    <w:rsid w:val="00057170"/>
    <w:rsid w:val="000700B9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C77F6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02FCA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1807"/>
    <w:rsid w:val="00482021"/>
    <w:rsid w:val="00482646"/>
    <w:rsid w:val="00485AFF"/>
    <w:rsid w:val="004966F6"/>
    <w:rsid w:val="004B10F4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84006"/>
    <w:rsid w:val="00685C95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2681F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0339B"/>
    <w:rsid w:val="00917D17"/>
    <w:rsid w:val="00921453"/>
    <w:rsid w:val="009233FB"/>
    <w:rsid w:val="00933528"/>
    <w:rsid w:val="00934290"/>
    <w:rsid w:val="00950E9E"/>
    <w:rsid w:val="00951D0D"/>
    <w:rsid w:val="00962892"/>
    <w:rsid w:val="00980304"/>
    <w:rsid w:val="009A7AA8"/>
    <w:rsid w:val="009B2A38"/>
    <w:rsid w:val="009D23C8"/>
    <w:rsid w:val="009D3BB7"/>
    <w:rsid w:val="009E2520"/>
    <w:rsid w:val="009F2C35"/>
    <w:rsid w:val="00A15E7A"/>
    <w:rsid w:val="00A1677F"/>
    <w:rsid w:val="00A17429"/>
    <w:rsid w:val="00A24AC9"/>
    <w:rsid w:val="00A40038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71"/>
    <w:rsid w:val="00BF6EF4"/>
    <w:rsid w:val="00C009C1"/>
    <w:rsid w:val="00C24502"/>
    <w:rsid w:val="00C46CEE"/>
    <w:rsid w:val="00C807F7"/>
    <w:rsid w:val="00CA5F33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B3D5B"/>
    <w:rsid w:val="00EB5874"/>
    <w:rsid w:val="00EC2165"/>
    <w:rsid w:val="00F03382"/>
    <w:rsid w:val="00F1350C"/>
    <w:rsid w:val="00F2328E"/>
    <w:rsid w:val="00F32E7C"/>
    <w:rsid w:val="00F430F9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223BB-08C7-478C-B45E-B76543A7E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BF7C6FD.dotm</Template>
  <TotalTime>2</TotalTime>
  <Pages>1</Pages>
  <Words>256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4</cp:revision>
  <cp:lastPrinted>2019-01-10T08:12:00Z</cp:lastPrinted>
  <dcterms:created xsi:type="dcterms:W3CDTF">2026-01-13T07:02:00Z</dcterms:created>
  <dcterms:modified xsi:type="dcterms:W3CDTF">2026-01-13T07:05:00Z</dcterms:modified>
</cp:coreProperties>
</file>